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1A5C31A9" w14:textId="77777777" w:rsidTr="008502BE">
        <w:trPr>
          <w:cantSplit/>
          <w:trHeight w:val="567"/>
        </w:trPr>
        <w:tc>
          <w:tcPr>
            <w:tcW w:w="5217" w:type="dxa"/>
            <w:vMerge w:val="restart"/>
          </w:tcPr>
          <w:p w14:paraId="6DEACEF2" w14:textId="77777777" w:rsidR="008502BE" w:rsidRDefault="00B7608B" w:rsidP="006113B4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8502BE">
              <w:rPr>
                <w:noProof/>
              </w:rPr>
              <w:t>Kalev Salu</w:t>
            </w:r>
          </w:p>
          <w:p w14:paraId="6411FDDE" w14:textId="77777777" w:rsidR="008502BE" w:rsidRDefault="008502BE" w:rsidP="006113B4">
            <w:pPr>
              <w:framePr w:w="9582" w:h="2155" w:wrap="notBeside" w:vAnchor="page" w:hAnchor="page" w:x="1702" w:y="3063"/>
              <w:rPr>
                <w:noProof/>
              </w:rPr>
            </w:pPr>
            <w:r>
              <w:rPr>
                <w:noProof/>
              </w:rPr>
              <w:t>El</w:t>
            </w:r>
            <w:r w:rsidRPr="008502BE">
              <w:rPr>
                <w:noProof/>
              </w:rPr>
              <w:t>ering AS</w:t>
            </w:r>
          </w:p>
          <w:p w14:paraId="2145137A" w14:textId="77777777" w:rsidR="008502BE" w:rsidRDefault="008502BE" w:rsidP="008502BE">
            <w:pPr>
              <w:framePr w:w="9582" w:h="2155" w:wrap="notBeside" w:vAnchor="page" w:hAnchor="page" w:x="1702" w:y="3063"/>
              <w:rPr>
                <w:noProof/>
              </w:rPr>
            </w:pPr>
            <w:r w:rsidRPr="008502BE">
              <w:rPr>
                <w:noProof/>
              </w:rPr>
              <w:t>Gaasivõrgu käidu talitus</w:t>
            </w:r>
          </w:p>
          <w:p w14:paraId="72090363" w14:textId="77777777" w:rsidR="00E85637" w:rsidRDefault="008502BE" w:rsidP="008502BE">
            <w:pPr>
              <w:framePr w:w="9582" w:h="2155" w:wrap="notBeside" w:vAnchor="page" w:hAnchor="page" w:x="1702" w:y="3063"/>
            </w:pPr>
            <w:r>
              <w:rPr>
                <w:noProof/>
              </w:rPr>
              <w:t>kalev.salu@elering.ee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42" w:type="dxa"/>
            <w:noWrap/>
          </w:tcPr>
          <w:p w14:paraId="5ED3E58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67" w:type="dxa"/>
            <w:tcMar>
              <w:left w:w="85" w:type="dxa"/>
            </w:tcMar>
          </w:tcPr>
          <w:p w14:paraId="02192990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721D108" w14:textId="77777777" w:rsidTr="008502BE">
        <w:trPr>
          <w:cantSplit/>
          <w:trHeight w:val="743"/>
        </w:trPr>
        <w:tc>
          <w:tcPr>
            <w:tcW w:w="5217" w:type="dxa"/>
            <w:vMerge/>
          </w:tcPr>
          <w:p w14:paraId="5DE9EAA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42" w:type="dxa"/>
            <w:noWrap/>
          </w:tcPr>
          <w:p w14:paraId="71DBD35E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67" w:type="dxa"/>
            <w:tcMar>
              <w:left w:w="85" w:type="dxa"/>
            </w:tcMar>
          </w:tcPr>
          <w:p w14:paraId="1948C106" w14:textId="570C5B77" w:rsidR="00E85637" w:rsidRDefault="00B7608B" w:rsidP="002B047E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</w:t>
            </w:r>
            <w:r w:rsidR="00FF1BA3">
              <w:t>22.</w:t>
            </w:r>
            <w:r w:rsidR="00360A08">
              <w:t>02.2023</w:t>
            </w:r>
          </w:p>
        </w:tc>
      </w:tr>
      <w:tr w:rsidR="00E85637" w14:paraId="198027BE" w14:textId="77777777" w:rsidTr="008502BE">
        <w:trPr>
          <w:cantSplit/>
          <w:trHeight w:hRule="exact" w:val="23"/>
        </w:trPr>
        <w:tc>
          <w:tcPr>
            <w:tcW w:w="5217" w:type="dxa"/>
          </w:tcPr>
          <w:p w14:paraId="075CEF2F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1350984C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15EF5442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4816D9A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54569505" w14:textId="77777777" w:rsidR="00E85637" w:rsidRDefault="00E85637">
      <w:pPr>
        <w:rPr>
          <w:spacing w:val="0"/>
          <w:position w:val="0"/>
          <w:sz w:val="20"/>
        </w:rPr>
      </w:pPr>
    </w:p>
    <w:p w14:paraId="189FC6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5FFEBEE" wp14:editId="460AC734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05CEB" w14:textId="77777777" w:rsidR="008502BE" w:rsidRPr="008502BE" w:rsidRDefault="008502BE" w:rsidP="008502BE">
      <w:pPr>
        <w:pStyle w:val="Pealkiri1"/>
      </w:pPr>
      <w:r w:rsidRPr="008502BE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bookmarkStart w:id="1" w:name="Text7"/>
      <w:r w:rsidRPr="008502BE">
        <w:instrText xml:space="preserve"> FORMTEXT </w:instrText>
      </w:r>
      <w:r w:rsidRPr="008502BE">
        <w:fldChar w:fldCharType="separate"/>
      </w:r>
      <w:r w:rsidRPr="008502BE">
        <w:t>Taotlus gaasitorustiku kaitsevööndis</w:t>
      </w:r>
    </w:p>
    <w:p w14:paraId="0B796C0E" w14:textId="77777777" w:rsidR="00E85637" w:rsidRDefault="008502BE" w:rsidP="008502BE">
      <w:pPr>
        <w:pStyle w:val="Pealkiri1"/>
        <w:rPr>
          <w:noProof/>
        </w:rPr>
      </w:pPr>
      <w:r w:rsidRPr="008502BE">
        <w:t xml:space="preserve">metsatööde teostamiseks </w:t>
      </w:r>
      <w:r w:rsidRPr="008502BE">
        <w:fldChar w:fldCharType="end"/>
      </w:r>
      <w:bookmarkEnd w:id="1"/>
    </w:p>
    <w:p w14:paraId="4C330FE7" w14:textId="77777777" w:rsidR="00E85637" w:rsidRDefault="00E85637"/>
    <w:p w14:paraId="5DF6014F" w14:textId="77777777" w:rsidR="00E85637" w:rsidRDefault="00E85637">
      <w:pPr>
        <w:rPr>
          <w:sz w:val="26"/>
        </w:rPr>
      </w:pPr>
    </w:p>
    <w:p w14:paraId="419D1F39" w14:textId="22B22D7C" w:rsidR="00ED4DE5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RMK Edela regioon tao</w:t>
      </w:r>
      <w:r>
        <w:rPr>
          <w:spacing w:val="0"/>
          <w:position w:val="0"/>
        </w:rPr>
        <w:t xml:space="preserve">tleb luba metsamaterjali kokku- ja </w:t>
      </w:r>
      <w:r w:rsidR="003F580E">
        <w:rPr>
          <w:spacing w:val="0"/>
          <w:position w:val="0"/>
        </w:rPr>
        <w:t xml:space="preserve">väljaveoks ning </w:t>
      </w:r>
      <w:r w:rsidR="003F580E" w:rsidRPr="003F580E">
        <w:rPr>
          <w:spacing w:val="0"/>
          <w:position w:val="0"/>
        </w:rPr>
        <w:t>ladusta</w:t>
      </w:r>
      <w:r w:rsidR="003F580E">
        <w:rPr>
          <w:spacing w:val="0"/>
          <w:position w:val="0"/>
        </w:rPr>
        <w:t xml:space="preserve">miseks </w:t>
      </w:r>
      <w:r w:rsidR="003F580E" w:rsidRPr="003F580E">
        <w:rPr>
          <w:spacing w:val="0"/>
          <w:position w:val="0"/>
        </w:rPr>
        <w:t>gaasitrassi kaitsevööndisse</w:t>
      </w:r>
      <w:r w:rsidR="003F580E">
        <w:rPr>
          <w:spacing w:val="0"/>
          <w:position w:val="0"/>
        </w:rPr>
        <w:t xml:space="preserve"> jääva lageraie läbiviimiseks riigimetsa kvartalil </w:t>
      </w:r>
      <w:r w:rsidR="00504FE2">
        <w:rPr>
          <w:spacing w:val="0"/>
          <w:position w:val="0"/>
        </w:rPr>
        <w:t>KB</w:t>
      </w:r>
      <w:r w:rsidR="00EC2A9F">
        <w:rPr>
          <w:spacing w:val="0"/>
          <w:position w:val="0"/>
        </w:rPr>
        <w:t xml:space="preserve">323-26 ja </w:t>
      </w:r>
      <w:r w:rsidR="003F580E" w:rsidRPr="003F580E">
        <w:rPr>
          <w:spacing w:val="0"/>
          <w:position w:val="0"/>
        </w:rPr>
        <w:t>KB323-19;22</w:t>
      </w:r>
      <w:r w:rsidR="003F580E">
        <w:rPr>
          <w:spacing w:val="0"/>
          <w:position w:val="0"/>
        </w:rPr>
        <w:t>, asukohaga V</w:t>
      </w:r>
      <w:r w:rsidR="00EC2A9F">
        <w:rPr>
          <w:spacing w:val="0"/>
          <w:position w:val="0"/>
        </w:rPr>
        <w:t>iljandimaa</w:t>
      </w:r>
      <w:r w:rsidR="003F580E">
        <w:rPr>
          <w:spacing w:val="0"/>
          <w:position w:val="0"/>
        </w:rPr>
        <w:t xml:space="preserve"> m</w:t>
      </w:r>
      <w:proofErr w:type="spellStart"/>
      <w:r w:rsidR="003F580E">
        <w:rPr>
          <w:spacing w:val="0"/>
          <w:position w:val="0"/>
        </w:rPr>
        <w:t>etsakond</w:t>
      </w:r>
      <w:proofErr w:type="spellEnd"/>
      <w:r w:rsidR="003F580E">
        <w:rPr>
          <w:spacing w:val="0"/>
          <w:position w:val="0"/>
        </w:rPr>
        <w:t xml:space="preserve"> </w:t>
      </w:r>
      <w:r w:rsidR="004947CF">
        <w:rPr>
          <w:spacing w:val="0"/>
          <w:position w:val="0"/>
        </w:rPr>
        <w:t>,</w:t>
      </w:r>
      <w:r w:rsidR="003F580E" w:rsidRPr="003F580E">
        <w:rPr>
          <w:spacing w:val="0"/>
          <w:position w:val="0"/>
        </w:rPr>
        <w:t xml:space="preserve"> katastritunnus 75901:001:6303</w:t>
      </w:r>
      <w:r w:rsidR="003F580E">
        <w:rPr>
          <w:spacing w:val="0"/>
          <w:position w:val="0"/>
        </w:rPr>
        <w:t xml:space="preserve">, </w:t>
      </w:r>
      <w:proofErr w:type="spellStart"/>
      <w:r w:rsidRPr="008502BE">
        <w:rPr>
          <w:spacing w:val="0"/>
          <w:position w:val="0"/>
        </w:rPr>
        <w:t>Kootsi</w:t>
      </w:r>
      <w:proofErr w:type="spellEnd"/>
      <w:r w:rsidRPr="008502BE">
        <w:rPr>
          <w:spacing w:val="0"/>
          <w:position w:val="0"/>
        </w:rPr>
        <w:t xml:space="preserve"> küla, </w:t>
      </w:r>
      <w:r w:rsidR="00ED4DE5">
        <w:rPr>
          <w:spacing w:val="0"/>
          <w:position w:val="0"/>
        </w:rPr>
        <w:t>Põhja –Sakala val</w:t>
      </w:r>
      <w:r w:rsidR="003F580E">
        <w:rPr>
          <w:spacing w:val="0"/>
          <w:position w:val="0"/>
        </w:rPr>
        <w:t>d</w:t>
      </w:r>
      <w:r w:rsidR="00ED4DE5">
        <w:rPr>
          <w:spacing w:val="0"/>
          <w:position w:val="0"/>
        </w:rPr>
        <w:t>, Viljandi maakon</w:t>
      </w:r>
      <w:r w:rsidR="003F580E">
        <w:rPr>
          <w:spacing w:val="0"/>
          <w:position w:val="0"/>
        </w:rPr>
        <w:t>d.</w:t>
      </w:r>
    </w:p>
    <w:p w14:paraId="43C39A49" w14:textId="534A41F5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1. Vahelao asukohad: </w:t>
      </w:r>
      <w:r w:rsidR="004947CF">
        <w:rPr>
          <w:spacing w:val="0"/>
          <w:position w:val="0"/>
        </w:rPr>
        <w:t xml:space="preserve">osaliselt </w:t>
      </w:r>
      <w:r w:rsidRPr="008502BE">
        <w:rPr>
          <w:spacing w:val="0"/>
          <w:position w:val="0"/>
        </w:rPr>
        <w:t xml:space="preserve">gaasitrassi kaitsevööndis. </w:t>
      </w:r>
    </w:p>
    <w:p w14:paraId="4202AE6C" w14:textId="24736E58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2. R</w:t>
      </w:r>
      <w:r w:rsidR="003F580E">
        <w:rPr>
          <w:spacing w:val="0"/>
          <w:position w:val="0"/>
        </w:rPr>
        <w:t xml:space="preserve">aie- ja </w:t>
      </w:r>
      <w:proofErr w:type="spellStart"/>
      <w:r w:rsidR="003F580E">
        <w:rPr>
          <w:spacing w:val="0"/>
          <w:position w:val="0"/>
        </w:rPr>
        <w:t>kokkuveotööde</w:t>
      </w:r>
      <w:proofErr w:type="spellEnd"/>
      <w:r w:rsidR="003F580E">
        <w:rPr>
          <w:spacing w:val="0"/>
          <w:position w:val="0"/>
        </w:rPr>
        <w:t xml:space="preserve"> algus   </w:t>
      </w:r>
      <w:r w:rsidR="00EF59C3">
        <w:rPr>
          <w:spacing w:val="0"/>
          <w:position w:val="0"/>
        </w:rPr>
        <w:t>02</w:t>
      </w:r>
      <w:r w:rsidR="003F580E">
        <w:rPr>
          <w:spacing w:val="0"/>
          <w:position w:val="0"/>
        </w:rPr>
        <w:t>.</w:t>
      </w:r>
      <w:r w:rsidR="00284AA3">
        <w:rPr>
          <w:spacing w:val="0"/>
          <w:position w:val="0"/>
        </w:rPr>
        <w:t>03</w:t>
      </w:r>
      <w:r w:rsidRPr="008502BE">
        <w:rPr>
          <w:spacing w:val="0"/>
          <w:position w:val="0"/>
        </w:rPr>
        <w:t>.20</w:t>
      </w:r>
      <w:r w:rsidR="005E32F1">
        <w:rPr>
          <w:spacing w:val="0"/>
          <w:position w:val="0"/>
        </w:rPr>
        <w:t>2</w:t>
      </w:r>
      <w:r w:rsidR="00284AA3">
        <w:rPr>
          <w:spacing w:val="0"/>
          <w:position w:val="0"/>
        </w:rPr>
        <w:t>3</w:t>
      </w:r>
      <w:r w:rsidR="005E32F1">
        <w:rPr>
          <w:spacing w:val="0"/>
          <w:position w:val="0"/>
        </w:rPr>
        <w:t xml:space="preserve"> ja lõpp 15</w:t>
      </w:r>
      <w:r w:rsidRPr="008502BE">
        <w:rPr>
          <w:spacing w:val="0"/>
          <w:position w:val="0"/>
        </w:rPr>
        <w:t>.</w:t>
      </w:r>
      <w:r w:rsidR="00483D20">
        <w:rPr>
          <w:spacing w:val="0"/>
          <w:position w:val="0"/>
        </w:rPr>
        <w:t>03</w:t>
      </w:r>
      <w:r w:rsidRPr="008502BE">
        <w:rPr>
          <w:spacing w:val="0"/>
          <w:position w:val="0"/>
        </w:rPr>
        <w:t>.20</w:t>
      </w:r>
      <w:r w:rsidR="003F580E">
        <w:rPr>
          <w:spacing w:val="0"/>
          <w:position w:val="0"/>
        </w:rPr>
        <w:t>2</w:t>
      </w:r>
      <w:r w:rsidR="00284AA3">
        <w:rPr>
          <w:spacing w:val="0"/>
          <w:position w:val="0"/>
        </w:rPr>
        <w:t>3</w:t>
      </w:r>
    </w:p>
    <w:p w14:paraId="7BEA3F25" w14:textId="651F5E20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3. Ladustamise algus </w:t>
      </w:r>
      <w:r w:rsidR="003F580E">
        <w:rPr>
          <w:spacing w:val="0"/>
          <w:position w:val="0"/>
        </w:rPr>
        <w:t xml:space="preserve">  </w:t>
      </w:r>
      <w:r w:rsidRPr="008502BE">
        <w:rPr>
          <w:spacing w:val="0"/>
          <w:position w:val="0"/>
        </w:rPr>
        <w:t xml:space="preserve"> </w:t>
      </w:r>
      <w:r w:rsidR="003F580E">
        <w:rPr>
          <w:spacing w:val="0"/>
          <w:position w:val="0"/>
        </w:rPr>
        <w:t xml:space="preserve">  </w:t>
      </w:r>
      <w:r w:rsidR="00D52497">
        <w:rPr>
          <w:spacing w:val="0"/>
          <w:position w:val="0"/>
        </w:rPr>
        <w:t>10.03</w:t>
      </w:r>
      <w:r w:rsidRPr="008502BE">
        <w:rPr>
          <w:spacing w:val="0"/>
          <w:position w:val="0"/>
        </w:rPr>
        <w:t>.</w:t>
      </w:r>
      <w:r w:rsidR="003F580E">
        <w:rPr>
          <w:spacing w:val="0"/>
          <w:position w:val="0"/>
        </w:rPr>
        <w:t>202</w:t>
      </w:r>
      <w:r w:rsidR="00D52497">
        <w:rPr>
          <w:spacing w:val="0"/>
          <w:position w:val="0"/>
        </w:rPr>
        <w:t>3</w:t>
      </w:r>
      <w:r w:rsidRPr="008502BE">
        <w:rPr>
          <w:spacing w:val="0"/>
          <w:position w:val="0"/>
        </w:rPr>
        <w:t xml:space="preserve">; ladustamise lõpp </w:t>
      </w:r>
      <w:r w:rsidR="005E32F1">
        <w:rPr>
          <w:spacing w:val="0"/>
          <w:position w:val="0"/>
        </w:rPr>
        <w:t>20</w:t>
      </w:r>
      <w:r w:rsidRPr="008502BE">
        <w:rPr>
          <w:spacing w:val="0"/>
          <w:position w:val="0"/>
        </w:rPr>
        <w:t>.</w:t>
      </w:r>
      <w:r w:rsidR="00D52497">
        <w:rPr>
          <w:spacing w:val="0"/>
          <w:position w:val="0"/>
        </w:rPr>
        <w:t>03</w:t>
      </w:r>
      <w:r w:rsidRPr="008502BE">
        <w:rPr>
          <w:spacing w:val="0"/>
          <w:position w:val="0"/>
        </w:rPr>
        <w:t>.20</w:t>
      </w:r>
      <w:r w:rsidR="003F580E">
        <w:rPr>
          <w:spacing w:val="0"/>
          <w:position w:val="0"/>
        </w:rPr>
        <w:t>2</w:t>
      </w:r>
      <w:r w:rsidR="00D52497">
        <w:rPr>
          <w:spacing w:val="0"/>
          <w:position w:val="0"/>
        </w:rPr>
        <w:t>3</w:t>
      </w:r>
      <w:r w:rsidRPr="008502BE">
        <w:rPr>
          <w:spacing w:val="0"/>
          <w:position w:val="0"/>
        </w:rPr>
        <w:t xml:space="preserve">.a. </w:t>
      </w:r>
    </w:p>
    <w:p w14:paraId="64856D71" w14:textId="2CCAEEB3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4. Metsamaterjali üldkogus: </w:t>
      </w:r>
      <w:r w:rsidR="003F580E">
        <w:rPr>
          <w:spacing w:val="0"/>
          <w:position w:val="0"/>
        </w:rPr>
        <w:t xml:space="preserve">  </w:t>
      </w:r>
      <w:r w:rsidRPr="008502BE">
        <w:rPr>
          <w:spacing w:val="0"/>
          <w:position w:val="0"/>
        </w:rPr>
        <w:t xml:space="preserve"> </w:t>
      </w:r>
      <w:r w:rsidR="00D52497">
        <w:rPr>
          <w:spacing w:val="0"/>
          <w:position w:val="0"/>
        </w:rPr>
        <w:t>2</w:t>
      </w:r>
      <w:r w:rsidR="00D12FD4">
        <w:rPr>
          <w:spacing w:val="0"/>
          <w:position w:val="0"/>
        </w:rPr>
        <w:t>600</w:t>
      </w:r>
      <w:r w:rsidR="005E32F1">
        <w:rPr>
          <w:spacing w:val="0"/>
          <w:position w:val="0"/>
        </w:rPr>
        <w:t xml:space="preserve"> </w:t>
      </w:r>
      <w:r w:rsidRPr="008502BE">
        <w:rPr>
          <w:spacing w:val="0"/>
          <w:position w:val="0"/>
        </w:rPr>
        <w:t xml:space="preserve">m3. </w:t>
      </w:r>
    </w:p>
    <w:p w14:paraId="6DC483C1" w14:textId="5506CC37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5. Vah</w:t>
      </w:r>
      <w:r w:rsidR="005E32F1">
        <w:rPr>
          <w:spacing w:val="0"/>
          <w:position w:val="0"/>
        </w:rPr>
        <w:t>elaost materjali väljaveo aeg:</w:t>
      </w:r>
      <w:r w:rsidR="003F580E">
        <w:rPr>
          <w:spacing w:val="0"/>
          <w:position w:val="0"/>
        </w:rPr>
        <w:t xml:space="preserve"> </w:t>
      </w:r>
      <w:r w:rsidR="00D12FD4">
        <w:rPr>
          <w:spacing w:val="0"/>
          <w:position w:val="0"/>
        </w:rPr>
        <w:t>1</w:t>
      </w:r>
      <w:r w:rsidR="005E32F1">
        <w:rPr>
          <w:spacing w:val="0"/>
          <w:position w:val="0"/>
        </w:rPr>
        <w:t>0</w:t>
      </w:r>
      <w:r w:rsidRPr="008502BE">
        <w:rPr>
          <w:spacing w:val="0"/>
          <w:position w:val="0"/>
        </w:rPr>
        <w:t>.</w:t>
      </w:r>
      <w:r w:rsidR="00D12FD4">
        <w:rPr>
          <w:spacing w:val="0"/>
          <w:position w:val="0"/>
        </w:rPr>
        <w:t>03</w:t>
      </w:r>
      <w:r w:rsidRPr="008502BE">
        <w:rPr>
          <w:spacing w:val="0"/>
          <w:position w:val="0"/>
        </w:rPr>
        <w:t>..20</w:t>
      </w:r>
      <w:r w:rsidR="003F580E">
        <w:rPr>
          <w:spacing w:val="0"/>
          <w:position w:val="0"/>
        </w:rPr>
        <w:t>2</w:t>
      </w:r>
      <w:r w:rsidR="00306E3C">
        <w:rPr>
          <w:spacing w:val="0"/>
          <w:position w:val="0"/>
        </w:rPr>
        <w:t>3</w:t>
      </w:r>
      <w:r w:rsidRPr="008502BE">
        <w:rPr>
          <w:spacing w:val="0"/>
          <w:position w:val="0"/>
        </w:rPr>
        <w:t xml:space="preserve"> – </w:t>
      </w:r>
      <w:r w:rsidR="00306E3C">
        <w:rPr>
          <w:spacing w:val="0"/>
          <w:position w:val="0"/>
        </w:rPr>
        <w:t>30</w:t>
      </w:r>
      <w:r w:rsidR="005E32F1">
        <w:rPr>
          <w:spacing w:val="0"/>
          <w:position w:val="0"/>
        </w:rPr>
        <w:t>.</w:t>
      </w:r>
      <w:r w:rsidR="00306E3C">
        <w:rPr>
          <w:spacing w:val="0"/>
          <w:position w:val="0"/>
        </w:rPr>
        <w:t>04</w:t>
      </w:r>
      <w:r w:rsidR="003F580E">
        <w:rPr>
          <w:spacing w:val="0"/>
          <w:position w:val="0"/>
        </w:rPr>
        <w:t>.202</w:t>
      </w:r>
      <w:r w:rsidR="00306E3C">
        <w:rPr>
          <w:spacing w:val="0"/>
          <w:position w:val="0"/>
        </w:rPr>
        <w:t>3</w:t>
      </w:r>
      <w:r w:rsidRPr="008502BE">
        <w:rPr>
          <w:spacing w:val="0"/>
          <w:position w:val="0"/>
        </w:rPr>
        <w:t xml:space="preserve">.a. </w:t>
      </w:r>
    </w:p>
    <w:p w14:paraId="26FF7F0C" w14:textId="0315FC1B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6. Vahelao ja selle ümbruse korrastamise lõpptähtaeg: </w:t>
      </w:r>
      <w:r w:rsidR="003F580E">
        <w:rPr>
          <w:spacing w:val="0"/>
          <w:position w:val="0"/>
        </w:rPr>
        <w:t xml:space="preserve"> </w:t>
      </w:r>
      <w:r w:rsidR="00B20231">
        <w:rPr>
          <w:spacing w:val="0"/>
          <w:position w:val="0"/>
        </w:rPr>
        <w:t>15</w:t>
      </w:r>
      <w:r w:rsidR="002B047E">
        <w:rPr>
          <w:spacing w:val="0"/>
          <w:position w:val="0"/>
        </w:rPr>
        <w:t>.</w:t>
      </w:r>
      <w:r w:rsidR="00B20231">
        <w:rPr>
          <w:spacing w:val="0"/>
          <w:position w:val="0"/>
        </w:rPr>
        <w:t>06</w:t>
      </w:r>
      <w:r w:rsidR="002B047E">
        <w:rPr>
          <w:spacing w:val="0"/>
          <w:position w:val="0"/>
        </w:rPr>
        <w:t>.2</w:t>
      </w:r>
      <w:r w:rsidR="00B20231">
        <w:rPr>
          <w:spacing w:val="0"/>
          <w:position w:val="0"/>
        </w:rPr>
        <w:t>3</w:t>
      </w:r>
      <w:r w:rsidRPr="008502BE">
        <w:rPr>
          <w:spacing w:val="0"/>
          <w:position w:val="0"/>
        </w:rPr>
        <w:t xml:space="preserve">.a. </w:t>
      </w:r>
    </w:p>
    <w:p w14:paraId="32B9B39F" w14:textId="77777777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7. Vastutava isiku kontaktandmed: </w:t>
      </w:r>
    </w:p>
    <w:p w14:paraId="192CA073" w14:textId="77777777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7.1. Raie-/</w:t>
      </w:r>
      <w:proofErr w:type="spellStart"/>
      <w:r w:rsidRPr="008502BE">
        <w:rPr>
          <w:spacing w:val="0"/>
          <w:position w:val="0"/>
        </w:rPr>
        <w:t>kokkuveotööde</w:t>
      </w:r>
      <w:proofErr w:type="spellEnd"/>
      <w:r w:rsidRPr="008502BE">
        <w:rPr>
          <w:spacing w:val="0"/>
          <w:position w:val="0"/>
        </w:rPr>
        <w:t xml:space="preserve"> ja ladustamise eest vastutab praaker Madis Sõukand (GSM 513 2741). </w:t>
      </w:r>
    </w:p>
    <w:p w14:paraId="60140C67" w14:textId="77777777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 xml:space="preserve">7.2. Laadimistööde ja metsamaterjali transpordi eest vastutab logistik Ülla Tomp (GSM </w:t>
      </w:r>
    </w:p>
    <w:p w14:paraId="7C2CC732" w14:textId="77777777" w:rsidR="008502BE" w:rsidRPr="008502BE" w:rsidRDefault="008502BE" w:rsidP="008502BE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514 2243).</w:t>
      </w:r>
    </w:p>
    <w:p w14:paraId="5CE2CC10" w14:textId="77777777" w:rsidR="00ED4DE5" w:rsidRDefault="008502BE" w:rsidP="00876974">
      <w:pPr>
        <w:jc w:val="both"/>
        <w:rPr>
          <w:spacing w:val="0"/>
          <w:position w:val="0"/>
        </w:rPr>
      </w:pPr>
      <w:r w:rsidRPr="008502BE">
        <w:rPr>
          <w:spacing w:val="0"/>
          <w:position w:val="0"/>
        </w:rPr>
        <w:t>8. Taotlusele lisatud asukoha skeem Lisa1.</w:t>
      </w:r>
    </w:p>
    <w:p w14:paraId="03BB683E" w14:textId="77777777" w:rsidR="00876974" w:rsidRPr="00876974" w:rsidRDefault="00876974" w:rsidP="00876974">
      <w:pPr>
        <w:jc w:val="both"/>
        <w:rPr>
          <w:spacing w:val="0"/>
          <w:position w:val="0"/>
        </w:rPr>
      </w:pPr>
    </w:p>
    <w:p w14:paraId="4E60B630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F3A1E7C" w14:textId="77777777" w:rsidR="001D139F" w:rsidRDefault="001D139F"/>
    <w:p w14:paraId="23B06D17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4255D084" w14:textId="77777777" w:rsidR="00E85637" w:rsidRDefault="00E85637"/>
    <w:p w14:paraId="712D2487" w14:textId="77777777" w:rsidR="00E85637" w:rsidRDefault="00E85637"/>
    <w:p w14:paraId="6BDF414E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6ED94DB0" w14:textId="77777777" w:rsidR="00E85637" w:rsidRDefault="00E85637"/>
    <w:p w14:paraId="218638A0" w14:textId="77777777" w:rsidR="00E85637" w:rsidRDefault="00E85637"/>
    <w:p w14:paraId="353703F4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360A08">
        <w:rPr>
          <w:spacing w:val="0"/>
          <w:position w:val="0"/>
        </w:rPr>
      </w:r>
      <w:r w:rsidR="00360A0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1A9F7977" w14:textId="77777777" w:rsidR="00E85637" w:rsidRDefault="00E85637"/>
    <w:p w14:paraId="73038B31" w14:textId="77777777" w:rsidR="00DA675D" w:rsidRDefault="00DA675D"/>
    <w:p w14:paraId="69FFC325" w14:textId="77777777" w:rsidR="00E85637" w:rsidRDefault="00E85637">
      <w:pPr>
        <w:rPr>
          <w:sz w:val="2"/>
        </w:rPr>
      </w:pPr>
    </w:p>
    <w:p w14:paraId="13EE5576" w14:textId="77777777" w:rsidR="0058282E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3" w:name="Text30"/>
      <w:r>
        <w:instrText xml:space="preserve"> FORMTEXT </w:instrText>
      </w:r>
      <w:r>
        <w:fldChar w:fldCharType="separate"/>
      </w:r>
      <w:r w:rsidR="008502BE">
        <w:rPr>
          <w:noProof/>
        </w:rPr>
        <w:t>Madis Sõukand</w:t>
      </w:r>
      <w:r>
        <w:fldChar w:fldCharType="end"/>
      </w:r>
      <w:bookmarkEnd w:id="3"/>
    </w:p>
    <w:p w14:paraId="39513C60" w14:textId="77777777" w:rsidR="00E85637" w:rsidRPr="00360A08" w:rsidRDefault="00B7608B">
      <w:pPr>
        <w:rPr>
          <w:b/>
          <w:bCs/>
        </w:rPr>
      </w:pPr>
      <w:r w:rsidRPr="00360A08">
        <w:rPr>
          <w:b/>
          <w:bCs/>
        </w:rP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4" w:name="Text32"/>
      <w:r w:rsidRPr="00360A08">
        <w:rPr>
          <w:b/>
          <w:bCs/>
        </w:rPr>
        <w:instrText xml:space="preserve"> FORMTEXT </w:instrText>
      </w:r>
      <w:r w:rsidRPr="00360A08">
        <w:rPr>
          <w:b/>
          <w:bCs/>
        </w:rPr>
      </w:r>
      <w:r w:rsidRPr="00360A08">
        <w:rPr>
          <w:b/>
          <w:bCs/>
        </w:rPr>
        <w:fldChar w:fldCharType="separate"/>
      </w:r>
      <w:r w:rsidR="0058282E" w:rsidRPr="00360A08">
        <w:rPr>
          <w:b/>
          <w:bCs/>
          <w:noProof/>
        </w:rPr>
        <w:t xml:space="preserve">RMK Edela regiooni </w:t>
      </w:r>
      <w:r w:rsidR="008502BE" w:rsidRPr="00360A08">
        <w:rPr>
          <w:b/>
          <w:bCs/>
          <w:noProof/>
        </w:rPr>
        <w:t>praaker</w:t>
      </w:r>
      <w:r w:rsidRPr="00360A08">
        <w:rPr>
          <w:b/>
          <w:bCs/>
        </w:rPr>
        <w:fldChar w:fldCharType="end"/>
      </w:r>
      <w:bookmarkEnd w:id="4"/>
    </w:p>
    <w:p w14:paraId="7C8604AA" w14:textId="77777777" w:rsidR="00F6523E" w:rsidRDefault="00F6523E"/>
    <w:p w14:paraId="3C6DED23" w14:textId="77777777" w:rsidR="00E74972" w:rsidRDefault="00E74972" w:rsidP="00E74972"/>
    <w:p w14:paraId="602F2976" w14:textId="77777777" w:rsidR="00E74972" w:rsidRDefault="00E74972" w:rsidP="00E74972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 w:rsidR="008502BE">
        <w:rPr>
          <w:noProof/>
        </w:rPr>
        <w:t>513 2841, madis.soukand@rmk.ee</w:t>
      </w:r>
      <w:r>
        <w:fldChar w:fldCharType="end"/>
      </w:r>
    </w:p>
    <w:p w14:paraId="0C56743A" w14:textId="77777777" w:rsidR="00E74972" w:rsidRDefault="00E74972" w:rsidP="00E74972"/>
    <w:p w14:paraId="6BB59F2C" w14:textId="77777777" w:rsidR="00E74972" w:rsidRDefault="00E74972" w:rsidP="00E74972"/>
    <w:sectPr w:rsidR="00E7497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458AF" w14:textId="77777777" w:rsidR="00076FCA" w:rsidRDefault="00076FCA">
      <w:r>
        <w:separator/>
      </w:r>
    </w:p>
  </w:endnote>
  <w:endnote w:type="continuationSeparator" w:id="0">
    <w:p w14:paraId="406B0FFC" w14:textId="77777777" w:rsidR="00076FCA" w:rsidRDefault="0007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7A907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09C7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5CC90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93AA" w14:textId="77777777" w:rsidR="00076FCA" w:rsidRDefault="00076FCA">
      <w:r>
        <w:separator/>
      </w:r>
    </w:p>
  </w:footnote>
  <w:footnote w:type="continuationSeparator" w:id="0">
    <w:p w14:paraId="00AEDB6B" w14:textId="77777777" w:rsidR="00076FCA" w:rsidRDefault="00076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4BA1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2B047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C581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2E6E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980645503">
    <w:abstractNumId w:val="0"/>
  </w:num>
  <w:num w:numId="2" w16cid:durableId="13523012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76FCA"/>
    <w:rsid w:val="00085C8D"/>
    <w:rsid w:val="000C3E3E"/>
    <w:rsid w:val="000C7A7A"/>
    <w:rsid w:val="000D31BC"/>
    <w:rsid w:val="00117652"/>
    <w:rsid w:val="001209CD"/>
    <w:rsid w:val="0015432F"/>
    <w:rsid w:val="00182F0F"/>
    <w:rsid w:val="00187A2D"/>
    <w:rsid w:val="001A5DFA"/>
    <w:rsid w:val="001A75CC"/>
    <w:rsid w:val="001C6E4B"/>
    <w:rsid w:val="001D139F"/>
    <w:rsid w:val="001E574A"/>
    <w:rsid w:val="0022668E"/>
    <w:rsid w:val="00231DFB"/>
    <w:rsid w:val="00253A82"/>
    <w:rsid w:val="00284AA3"/>
    <w:rsid w:val="002B047E"/>
    <w:rsid w:val="002B7A66"/>
    <w:rsid w:val="002C1D4A"/>
    <w:rsid w:val="00306E3C"/>
    <w:rsid w:val="00320540"/>
    <w:rsid w:val="00326150"/>
    <w:rsid w:val="00332A42"/>
    <w:rsid w:val="003409EA"/>
    <w:rsid w:val="00345BCB"/>
    <w:rsid w:val="00356C40"/>
    <w:rsid w:val="00360A08"/>
    <w:rsid w:val="00387D1D"/>
    <w:rsid w:val="003A08B0"/>
    <w:rsid w:val="003A5ACD"/>
    <w:rsid w:val="003B425C"/>
    <w:rsid w:val="003F580E"/>
    <w:rsid w:val="0040650C"/>
    <w:rsid w:val="004140A0"/>
    <w:rsid w:val="00436506"/>
    <w:rsid w:val="00441056"/>
    <w:rsid w:val="00444F6A"/>
    <w:rsid w:val="00464B47"/>
    <w:rsid w:val="00483D20"/>
    <w:rsid w:val="00483E5E"/>
    <w:rsid w:val="00491E34"/>
    <w:rsid w:val="004947CF"/>
    <w:rsid w:val="004B0F4C"/>
    <w:rsid w:val="00504FE2"/>
    <w:rsid w:val="005178A4"/>
    <w:rsid w:val="0058282E"/>
    <w:rsid w:val="005848B5"/>
    <w:rsid w:val="0058580B"/>
    <w:rsid w:val="005B1CF0"/>
    <w:rsid w:val="005B7127"/>
    <w:rsid w:val="005C56A1"/>
    <w:rsid w:val="005E32F1"/>
    <w:rsid w:val="006113B4"/>
    <w:rsid w:val="006228CF"/>
    <w:rsid w:val="00626C62"/>
    <w:rsid w:val="006533D3"/>
    <w:rsid w:val="00663484"/>
    <w:rsid w:val="00671C7C"/>
    <w:rsid w:val="006D2B4E"/>
    <w:rsid w:val="006F1572"/>
    <w:rsid w:val="00704BBF"/>
    <w:rsid w:val="0075211E"/>
    <w:rsid w:val="007B7275"/>
    <w:rsid w:val="007E0D20"/>
    <w:rsid w:val="007F482F"/>
    <w:rsid w:val="00845FCB"/>
    <w:rsid w:val="008502BE"/>
    <w:rsid w:val="00876974"/>
    <w:rsid w:val="008B1038"/>
    <w:rsid w:val="008C0A3A"/>
    <w:rsid w:val="009007A0"/>
    <w:rsid w:val="0098149F"/>
    <w:rsid w:val="009F7E67"/>
    <w:rsid w:val="00A9445B"/>
    <w:rsid w:val="00AA6DA9"/>
    <w:rsid w:val="00AD3B63"/>
    <w:rsid w:val="00B06906"/>
    <w:rsid w:val="00B12E28"/>
    <w:rsid w:val="00B20231"/>
    <w:rsid w:val="00B40D5A"/>
    <w:rsid w:val="00B44A85"/>
    <w:rsid w:val="00B7608B"/>
    <w:rsid w:val="00BE1220"/>
    <w:rsid w:val="00C32B5E"/>
    <w:rsid w:val="00C42FC1"/>
    <w:rsid w:val="00C52479"/>
    <w:rsid w:val="00C66170"/>
    <w:rsid w:val="00C67247"/>
    <w:rsid w:val="00C71181"/>
    <w:rsid w:val="00C71E69"/>
    <w:rsid w:val="00C9118E"/>
    <w:rsid w:val="00D04E24"/>
    <w:rsid w:val="00D12FD4"/>
    <w:rsid w:val="00D17B6B"/>
    <w:rsid w:val="00D34BF1"/>
    <w:rsid w:val="00D52497"/>
    <w:rsid w:val="00D65FFB"/>
    <w:rsid w:val="00DA675D"/>
    <w:rsid w:val="00DB1D61"/>
    <w:rsid w:val="00E57378"/>
    <w:rsid w:val="00E74972"/>
    <w:rsid w:val="00E7760F"/>
    <w:rsid w:val="00E85637"/>
    <w:rsid w:val="00EC2A9F"/>
    <w:rsid w:val="00EC5BAE"/>
    <w:rsid w:val="00ED4DE5"/>
    <w:rsid w:val="00EF2113"/>
    <w:rsid w:val="00EF59C3"/>
    <w:rsid w:val="00F04FCF"/>
    <w:rsid w:val="00F1781F"/>
    <w:rsid w:val="00F6523E"/>
    <w:rsid w:val="00F6583B"/>
    <w:rsid w:val="00F94062"/>
    <w:rsid w:val="00FD3266"/>
    <w:rsid w:val="00FD7027"/>
    <w:rsid w:val="00FE58BC"/>
    <w:rsid w:val="00F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DB7AEE"/>
  <w15:docId w15:val="{FEAD3609-C588-4714-994F-E589D58B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B1C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B1CF0"/>
    <w:rPr>
      <w:rFonts w:asciiTheme="majorHAnsi" w:eastAsiaTheme="majorEastAsia" w:hAnsiTheme="majorHAnsi" w:cstheme="majorBidi"/>
      <w:color w:val="365F91" w:themeColor="accent1" w:themeShade="BF"/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04E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B7EEF-FC94-42E6-A943-0AF88A55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17</TotalTime>
  <Pages>1</Pages>
  <Words>141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1407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Madis Sõukand</cp:lastModifiedBy>
  <cp:revision>15</cp:revision>
  <cp:lastPrinted>2020-10-06T10:37:00Z</cp:lastPrinted>
  <dcterms:created xsi:type="dcterms:W3CDTF">2020-10-26T14:02:00Z</dcterms:created>
  <dcterms:modified xsi:type="dcterms:W3CDTF">2023-02-27T10:32:00Z</dcterms:modified>
</cp:coreProperties>
</file>